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1D2FAC87"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E67418">
        <w:rPr>
          <w:b/>
          <w:lang w:val="en-GB"/>
        </w:rPr>
        <w:t xml:space="preserve"> 29-G003-25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80DCA" w14:textId="77777777" w:rsidR="00AB32C2" w:rsidRDefault="00AB32C2">
      <w:r>
        <w:separator/>
      </w:r>
    </w:p>
  </w:endnote>
  <w:endnote w:type="continuationSeparator" w:id="0">
    <w:p w14:paraId="22ED7E65" w14:textId="77777777" w:rsidR="00AB32C2" w:rsidRDefault="00AB32C2">
      <w:r>
        <w:continuationSeparator/>
      </w:r>
    </w:p>
  </w:endnote>
  <w:endnote w:type="continuationNotice" w:id="1">
    <w:p w14:paraId="5E9F3F2F" w14:textId="77777777" w:rsidR="00AB32C2" w:rsidRDefault="00AB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BE71327" w:rsidR="00133D55" w:rsidRDefault="00133D55" w:rsidP="004878F3">
    <w:pPr>
      <w:pStyle w:val="Footer"/>
    </w:pPr>
    <w:r>
      <w:fldChar w:fldCharType="begin"/>
    </w:r>
    <w:r>
      <w:instrText xml:space="preserve"> DATE \@ "yyyy-MM-dd" </w:instrText>
    </w:r>
    <w:r>
      <w:fldChar w:fldCharType="separate"/>
    </w:r>
    <w:r w:rsidR="00E67418">
      <w:rPr>
        <w:noProof/>
      </w:rPr>
      <w:t>2025-02-10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51321" w14:textId="77777777" w:rsidR="00AB32C2" w:rsidRDefault="00AB32C2">
      <w:r>
        <w:separator/>
      </w:r>
    </w:p>
  </w:footnote>
  <w:footnote w:type="continuationSeparator" w:id="0">
    <w:p w14:paraId="464F8C46" w14:textId="77777777" w:rsidR="00AB32C2" w:rsidRDefault="00AB32C2">
      <w:r>
        <w:continuationSeparator/>
      </w:r>
    </w:p>
  </w:footnote>
  <w:footnote w:type="continuationNotice" w:id="1">
    <w:p w14:paraId="4B163DB5" w14:textId="77777777" w:rsidR="00AB32C2" w:rsidRDefault="00AB32C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2961"/>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59C"/>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2C2"/>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67418"/>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2025-02-10T02:19:00Z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